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B9FD084-B9E6-4060-9A9D-58E539D12B0C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